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0A29" w14:textId="77777777" w:rsidR="00426A33" w:rsidRDefault="007E3895">
      <w:pPr>
        <w:pStyle w:val="NoSpacing"/>
        <w:rPr>
          <w:szCs w:val="80"/>
        </w:rPr>
      </w:pPr>
      <w:r>
        <w:rPr>
          <w:szCs w:val="80"/>
        </w:rPr>
        <w:t>N</w:t>
      </w:r>
      <w:r w:rsidR="007077F6" w:rsidRPr="00C20F5B">
        <w:rPr>
          <w:szCs w:val="80"/>
        </w:rPr>
        <w:t>ina’s Trackside Café</w:t>
      </w:r>
    </w:p>
    <w:p w14:paraId="7F5EA141" w14:textId="77777777" w:rsidR="00426A33" w:rsidRDefault="00426A33">
      <w:pPr>
        <w:pStyle w:val="NoSpacing"/>
      </w:pPr>
    </w:p>
    <w:p w14:paraId="6C5D3D10" w14:textId="77777777" w:rsidR="00426A33" w:rsidRDefault="007077F6">
      <w:pPr>
        <w:pStyle w:val="NoSpacing"/>
        <w:rPr>
          <w:szCs w:val="40"/>
        </w:rPr>
      </w:pPr>
      <w:r w:rsidRPr="00C20F5B">
        <w:rPr>
          <w:szCs w:val="40"/>
        </w:rPr>
        <w:t>Daily Specials</w:t>
      </w:r>
    </w:p>
    <w:p w14:paraId="4FFC71CB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Monday</w:t>
      </w:r>
    </w:p>
    <w:p w14:paraId="22A650A4" w14:textId="77777777" w:rsidR="00426A33" w:rsidRDefault="007077F6">
      <w:pPr>
        <w:pStyle w:val="NoSpacing"/>
      </w:pPr>
      <w:r w:rsidRPr="00C20F5B">
        <w:rPr>
          <w:szCs w:val="32"/>
        </w:rPr>
        <w:t>Chicken Cajun Bleu</w:t>
      </w:r>
      <w:r w:rsidR="00030CB3" w:rsidRPr="00C20F5B">
        <w:rPr>
          <w:szCs w:val="32"/>
        </w:rPr>
        <w:t xml:space="preserve">: </w:t>
      </w:r>
      <w:r w:rsidRPr="00C20F5B">
        <w:t>Cajun chicken, chunky blue cheese, cucumbers, leaf lettuce, and toma</w:t>
      </w:r>
      <w:r w:rsidR="00C20F5B">
        <w:t xml:space="preserve">to on our roasted garlic roll. </w:t>
      </w:r>
      <w:r w:rsidRPr="00C20F5B">
        <w:t>$6.50</w:t>
      </w:r>
    </w:p>
    <w:p w14:paraId="61705986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Tuesday</w:t>
      </w:r>
    </w:p>
    <w:p w14:paraId="2E27617E" w14:textId="77777777" w:rsidR="00426A33" w:rsidRDefault="007077F6">
      <w:pPr>
        <w:pStyle w:val="NoSpacing"/>
      </w:pPr>
      <w:r w:rsidRPr="00C20F5B">
        <w:rPr>
          <w:szCs w:val="32"/>
        </w:rPr>
        <w:t>Clam Chowder</w:t>
      </w:r>
      <w:r w:rsidR="00030CB3" w:rsidRPr="00C20F5B">
        <w:rPr>
          <w:szCs w:val="32"/>
        </w:rPr>
        <w:t xml:space="preserve">: </w:t>
      </w:r>
      <w:r w:rsidRPr="00C20F5B">
        <w:t>Classic New England thick, rich, clam chowder in our peasant French bread bow</w:t>
      </w:r>
      <w:r w:rsidR="00C20F5B">
        <w:t xml:space="preserve">l. </w:t>
      </w:r>
      <w:proofErr w:type="gramStart"/>
      <w:r w:rsidR="00C20F5B">
        <w:t>Served with a garden salad.</w:t>
      </w:r>
      <w:proofErr w:type="gramEnd"/>
      <w:r w:rsidR="00C20F5B">
        <w:t xml:space="preserve"> </w:t>
      </w:r>
      <w:r w:rsidRPr="00C20F5B">
        <w:t>$5.95</w:t>
      </w:r>
    </w:p>
    <w:p w14:paraId="37D3E342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Wednesday</w:t>
      </w:r>
    </w:p>
    <w:p w14:paraId="56C23590" w14:textId="77777777" w:rsidR="00426A33" w:rsidRDefault="007077F6">
      <w:pPr>
        <w:pStyle w:val="NoSpacing"/>
      </w:pPr>
      <w:r w:rsidRPr="00C20F5B">
        <w:rPr>
          <w:szCs w:val="32"/>
        </w:rPr>
        <w:t>Veggie Chili</w:t>
      </w:r>
      <w:r w:rsidR="00030CB3" w:rsidRPr="00C20F5B">
        <w:rPr>
          <w:szCs w:val="32"/>
        </w:rPr>
        <w:t xml:space="preserve">: </w:t>
      </w:r>
      <w:r w:rsidRPr="00C20F5B">
        <w:t xml:space="preserve">Hearty veggie chili with melted cheddar in our peasant French bread bowl. </w:t>
      </w:r>
      <w:proofErr w:type="gramStart"/>
      <w:r w:rsidRPr="00C20F5B">
        <w:t>Toppe</w:t>
      </w:r>
      <w:r w:rsidR="00E14682">
        <w:t>d with sour cream and</w:t>
      </w:r>
      <w:r w:rsidR="00C20F5B">
        <w:t xml:space="preserve"> scallions.</w:t>
      </w:r>
      <w:proofErr w:type="gramEnd"/>
      <w:r w:rsidR="00C20F5B">
        <w:t xml:space="preserve"> </w:t>
      </w:r>
      <w:r w:rsidRPr="00C20F5B">
        <w:t>$5.95</w:t>
      </w:r>
    </w:p>
    <w:p w14:paraId="738DC64D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Thursday</w:t>
      </w:r>
    </w:p>
    <w:p w14:paraId="20FD74E1" w14:textId="77777777" w:rsidR="00426A33" w:rsidRDefault="007077F6">
      <w:pPr>
        <w:pStyle w:val="NoSpacing"/>
      </w:pPr>
      <w:r w:rsidRPr="00C20F5B">
        <w:rPr>
          <w:szCs w:val="32"/>
        </w:rPr>
        <w:t>French Dip</w:t>
      </w:r>
      <w:r w:rsidR="00030CB3" w:rsidRPr="00C20F5B">
        <w:rPr>
          <w:szCs w:val="32"/>
        </w:rPr>
        <w:t xml:space="preserve">: </w:t>
      </w:r>
      <w:r w:rsidRPr="00C20F5B">
        <w:t xml:space="preserve">Lean roast beef topped with melted cheddar on our roasted garlic roll. </w:t>
      </w:r>
      <w:proofErr w:type="gramStart"/>
      <w:r w:rsidRPr="00C20F5B">
        <w:t>Served with a side of au jus and red bliss mashed potatoes.</w:t>
      </w:r>
      <w:proofErr w:type="gramEnd"/>
      <w:r w:rsidRPr="00C20F5B">
        <w:t xml:space="preserve"> $6.95</w:t>
      </w:r>
    </w:p>
    <w:p w14:paraId="3679ADC9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Friday</w:t>
      </w:r>
    </w:p>
    <w:p w14:paraId="750CCDE2" w14:textId="77777777" w:rsidR="00426A33" w:rsidRDefault="007077F6">
      <w:pPr>
        <w:pStyle w:val="NoSpacing"/>
      </w:pPr>
      <w:r w:rsidRPr="00C20F5B">
        <w:rPr>
          <w:szCs w:val="32"/>
        </w:rPr>
        <w:t>Turkey-Bacon Club</w:t>
      </w:r>
      <w:r w:rsidR="00030CB3" w:rsidRPr="00C20F5B">
        <w:rPr>
          <w:szCs w:val="32"/>
        </w:rPr>
        <w:t xml:space="preserve">: </w:t>
      </w:r>
      <w:r w:rsidRPr="00C20F5B">
        <w:t>Double-decker roasted turkey, crisp bacon, leaf lettuce, tomato, and sun-dried tomat</w:t>
      </w:r>
      <w:r w:rsidR="00C20F5B">
        <w:t xml:space="preserve">o mayo on toasted triple seed. </w:t>
      </w:r>
      <w:r w:rsidRPr="00C20F5B">
        <w:t>$6.50</w:t>
      </w:r>
    </w:p>
    <w:p w14:paraId="07435D74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Saturday</w:t>
      </w:r>
    </w:p>
    <w:p w14:paraId="3E64D27A" w14:textId="77777777" w:rsidR="00426A33" w:rsidRDefault="007077F6">
      <w:pPr>
        <w:pStyle w:val="NoSpacing"/>
      </w:pPr>
      <w:r w:rsidRPr="00C20F5B">
        <w:rPr>
          <w:szCs w:val="32"/>
        </w:rPr>
        <w:t>Greek Salad</w:t>
      </w:r>
      <w:r w:rsidR="00030CB3" w:rsidRPr="00C20F5B">
        <w:rPr>
          <w:szCs w:val="32"/>
        </w:rPr>
        <w:t xml:space="preserve">: </w:t>
      </w:r>
      <w:r w:rsidR="008E0EB6">
        <w:t xml:space="preserve">Our large garden salad with </w:t>
      </w:r>
      <w:proofErr w:type="spellStart"/>
      <w:r w:rsidR="008E0EB6">
        <w:t>K</w:t>
      </w:r>
      <w:r w:rsidRPr="00C20F5B">
        <w:t>alamata</w:t>
      </w:r>
      <w:proofErr w:type="spellEnd"/>
      <w:r w:rsidRPr="00C20F5B">
        <w:t xml:space="preserve"> olives, feta cheese, and garlic vinaigrette. </w:t>
      </w:r>
      <w:proofErr w:type="gramStart"/>
      <w:r w:rsidRPr="00C20F5B">
        <w:t>Serve</w:t>
      </w:r>
      <w:r w:rsidR="00C20F5B">
        <w:t>d with an assortment of rolls.</w:t>
      </w:r>
      <w:proofErr w:type="gramEnd"/>
      <w:r w:rsidR="00C20F5B">
        <w:t xml:space="preserve"> </w:t>
      </w:r>
      <w:r w:rsidRPr="00C20F5B">
        <w:t>$5.95</w:t>
      </w:r>
    </w:p>
    <w:p w14:paraId="3CEB7A06" w14:textId="77777777"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Sunday</w:t>
      </w:r>
    </w:p>
    <w:p w14:paraId="30B4FAA4" w14:textId="77777777" w:rsidR="00426A33" w:rsidRDefault="007077F6">
      <w:pPr>
        <w:pStyle w:val="NoSpacing"/>
      </w:pPr>
      <w:r w:rsidRPr="00C20F5B">
        <w:rPr>
          <w:szCs w:val="32"/>
        </w:rPr>
        <w:t>Hot Chicken and Gravy</w:t>
      </w:r>
      <w:r w:rsidR="00030CB3" w:rsidRPr="00C20F5B">
        <w:rPr>
          <w:szCs w:val="32"/>
        </w:rPr>
        <w:t xml:space="preserve">: </w:t>
      </w:r>
      <w:r w:rsidRPr="00C20F5B">
        <w:t xml:space="preserve">Delicious chicken and savory gravy served on a thick slice of toasted </w:t>
      </w:r>
      <w:proofErr w:type="gramStart"/>
      <w:r w:rsidRPr="00C20F5B">
        <w:t>honest</w:t>
      </w:r>
      <w:proofErr w:type="gramEnd"/>
      <w:r w:rsidRPr="00C20F5B">
        <w:t xml:space="preserve"> white. </w:t>
      </w:r>
      <w:proofErr w:type="gramStart"/>
      <w:r w:rsidRPr="00C20F5B">
        <w:t xml:space="preserve">Served with </w:t>
      </w:r>
      <w:r w:rsidR="00B06045">
        <w:t>a garden salad.</w:t>
      </w:r>
      <w:proofErr w:type="gramEnd"/>
      <w:r w:rsidR="00B06045">
        <w:t xml:space="preserve"> </w:t>
      </w:r>
      <w:r w:rsidRPr="00C20F5B">
        <w:t>$6.95</w:t>
      </w:r>
    </w:p>
    <w:p w14:paraId="2A0043D7" w14:textId="77777777" w:rsidR="00426A33" w:rsidRDefault="00426A33">
      <w:pPr>
        <w:pStyle w:val="NoSpacing"/>
      </w:pPr>
    </w:p>
    <w:p w14:paraId="65818CA7" w14:textId="77777777" w:rsidR="00426A33" w:rsidRDefault="007077F6">
      <w:pPr>
        <w:pStyle w:val="NoSpacing"/>
      </w:pPr>
      <w:bookmarkStart w:id="0" w:name="_GoBack"/>
      <w:bookmarkEnd w:id="0"/>
      <w:r w:rsidRPr="00C20F5B">
        <w:t>Chef: Your Name</w:t>
      </w:r>
    </w:p>
    <w:sectPr w:rsidR="00426A33" w:rsidSect="00316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64261" w14:textId="77777777" w:rsidR="0062468A" w:rsidRDefault="0062468A" w:rsidP="0088594F">
      <w:r>
        <w:separator/>
      </w:r>
    </w:p>
  </w:endnote>
  <w:endnote w:type="continuationSeparator" w:id="0">
    <w:p w14:paraId="2C3FD4F8" w14:textId="77777777" w:rsidR="0062468A" w:rsidRDefault="0062468A" w:rsidP="0088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4A03E" w14:textId="77777777" w:rsidR="0088594F" w:rsidRDefault="008859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B1A61" w14:textId="77777777" w:rsidR="0088594F" w:rsidRDefault="008859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024B1" w14:textId="77777777" w:rsidR="0088594F" w:rsidRDefault="008859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D9990" w14:textId="77777777" w:rsidR="0062468A" w:rsidRDefault="0062468A" w:rsidP="0088594F">
      <w:r>
        <w:separator/>
      </w:r>
    </w:p>
  </w:footnote>
  <w:footnote w:type="continuationSeparator" w:id="0">
    <w:p w14:paraId="6A2BDF07" w14:textId="77777777" w:rsidR="0062468A" w:rsidRDefault="0062468A" w:rsidP="00885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5A5BE" w14:textId="77777777" w:rsidR="0088594F" w:rsidRDefault="008859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08102" w14:textId="77777777" w:rsidR="0088594F" w:rsidRDefault="008859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26DE4" w14:textId="77777777" w:rsidR="0088594F" w:rsidRDefault="008859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7F6"/>
    <w:rsid w:val="00030CB3"/>
    <w:rsid w:val="000529B2"/>
    <w:rsid w:val="0006122E"/>
    <w:rsid w:val="000A17B6"/>
    <w:rsid w:val="000E5246"/>
    <w:rsid w:val="00316C5C"/>
    <w:rsid w:val="00333131"/>
    <w:rsid w:val="0035254E"/>
    <w:rsid w:val="003F4CFD"/>
    <w:rsid w:val="00426A33"/>
    <w:rsid w:val="00441688"/>
    <w:rsid w:val="0062468A"/>
    <w:rsid w:val="007077F6"/>
    <w:rsid w:val="007E3895"/>
    <w:rsid w:val="0088594F"/>
    <w:rsid w:val="008D52CC"/>
    <w:rsid w:val="008E0EB6"/>
    <w:rsid w:val="00906C0E"/>
    <w:rsid w:val="0097579B"/>
    <w:rsid w:val="00A21901"/>
    <w:rsid w:val="00A6204B"/>
    <w:rsid w:val="00A91017"/>
    <w:rsid w:val="00AB7995"/>
    <w:rsid w:val="00B06045"/>
    <w:rsid w:val="00BD6534"/>
    <w:rsid w:val="00C20F5B"/>
    <w:rsid w:val="00C83E5F"/>
    <w:rsid w:val="00CE57C0"/>
    <w:rsid w:val="00D46508"/>
    <w:rsid w:val="00E06638"/>
    <w:rsid w:val="00E14682"/>
    <w:rsid w:val="00F37CC2"/>
    <w:rsid w:val="00F8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A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0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0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xmlns:mc="http://schemas.openxmlformats.org/markup-compatibility/2006" xmlns:a14="http://schemas.microsoft.com/office/drawing/2010/main" val="000000" mc:Ignorable="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xmlns:mc="http://schemas.openxmlformats.org/markup-compatibility/2006" xmlns:a14="http://schemas.microsoft.com/office/drawing/2010/main" val="000000" mc:Ignorable="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2006-12-04T06:41:00Z</dcterms:created>
  <dcterms:modified xsi:type="dcterms:W3CDTF">2010-02-02T03:27:00Z</dcterms:modified>
</cp:coreProperties>
</file>